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</w:t>
      </w:r>
      <w:r w:rsidR="00304070">
        <w:rPr>
          <w:rFonts w:asciiTheme="minorHAnsi" w:hAnsiTheme="minorHAnsi"/>
          <w:color w:val="auto"/>
          <w:sz w:val="22"/>
          <w:szCs w:val="22"/>
          <w:lang w:val="cs-CZ"/>
        </w:rPr>
        <w:t>a</w:t>
      </w:r>
      <w:bookmarkStart w:id="0" w:name="_GoBack"/>
      <w:bookmarkEnd w:id="0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04070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B8A3E32-BE7A-49B9-A75F-9375B020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202C6743</Template>
  <TotalTime>65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2025-05-27T11:32:00Z</dcterms:modified>
</cp:coreProperties>
</file>